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DC7" w:rsidRDefault="00165DC7">
      <w:pPr>
        <w:pStyle w:val="Title"/>
      </w:pPr>
      <w:r>
        <w:t xml:space="preserve"> LESSON PLAN COVER SHEET</w:t>
      </w:r>
    </w:p>
    <w:p w:rsidR="00165DC7" w:rsidRDefault="00165DC7">
      <w:pPr>
        <w:jc w:val="center"/>
        <w:rPr>
          <w:rFonts w:ascii="Arial" w:hAnsi="Arial"/>
          <w:b/>
          <w:sz w:val="24"/>
        </w:rPr>
      </w:pPr>
    </w:p>
    <w:tbl>
      <w:tblPr>
        <w:tblW w:w="0" w:type="auto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10"/>
        <w:gridCol w:w="4410"/>
        <w:gridCol w:w="1890"/>
        <w:gridCol w:w="2700"/>
      </w:tblGrid>
      <w:tr w:rsidR="00165DC7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pStyle w:val="Heading1"/>
              <w:spacing w:before="200" w:after="40"/>
            </w:pPr>
            <w:r>
              <w:t>Course Title</w:t>
            </w:r>
          </w:p>
        </w:tc>
        <w:tc>
          <w:tcPr>
            <w:tcW w:w="90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65DC7" w:rsidRDefault="00DD5A90">
            <w:pPr>
              <w:pStyle w:val="Footer"/>
              <w:tabs>
                <w:tab w:val="clear" w:pos="4320"/>
                <w:tab w:val="clear" w:pos="8640"/>
              </w:tabs>
              <w:spacing w:before="200" w:after="40"/>
              <w:rPr>
                <w:i/>
              </w:rPr>
            </w:pPr>
            <w:r>
              <w:t xml:space="preserve"> </w:t>
            </w:r>
            <w:r w:rsidR="00E20F22">
              <w:t>Advanced Instructor # 1017</w:t>
            </w:r>
          </w:p>
        </w:tc>
      </w:tr>
      <w:tr w:rsidR="00165DC7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00" w:after="4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Lesson Title</w:t>
            </w:r>
          </w:p>
        </w:tc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5DC7" w:rsidRDefault="00DD5A90">
            <w:pPr>
              <w:pStyle w:val="Heading4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</w:t>
            </w:r>
            <w:r w:rsidR="00E20F22">
              <w:rPr>
                <w:b w:val="0"/>
                <w:bCs/>
              </w:rPr>
              <w:t>Multimedia Development and Delivery Unit # 8</w:t>
            </w:r>
          </w:p>
        </w:tc>
      </w:tr>
      <w:tr w:rsidR="00165DC7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00" w:after="4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Instructor(s)</w:t>
            </w:r>
          </w:p>
        </w:tc>
        <w:tc>
          <w:tcPr>
            <w:tcW w:w="9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65DC7" w:rsidRDefault="00DD5A90">
            <w:pPr>
              <w:spacing w:before="200" w:after="40"/>
            </w:pPr>
            <w:r>
              <w:t xml:space="preserve"> </w:t>
            </w:r>
          </w:p>
        </w:tc>
      </w:tr>
      <w:tr w:rsidR="00165DC7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00" w:after="4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Prepared by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65DC7" w:rsidRDefault="00DD5A90">
            <w:pPr>
              <w:spacing w:before="200" w:after="40"/>
            </w:pPr>
            <w:r>
              <w:t xml:space="preserve"> 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5DC7" w:rsidRDefault="00165DC7">
            <w:pPr>
              <w:pStyle w:val="Heading1"/>
              <w:spacing w:before="200" w:after="40"/>
            </w:pPr>
            <w:r>
              <w:t>Date Prepared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65DC7" w:rsidRDefault="00DD5A90">
            <w:pPr>
              <w:spacing w:before="200" w:after="40"/>
            </w:pPr>
            <w:r>
              <w:t xml:space="preserve"> </w:t>
            </w:r>
          </w:p>
        </w:tc>
      </w:tr>
    </w:tbl>
    <w:p w:rsidR="00165DC7" w:rsidRDefault="00165DC7">
      <w:pPr>
        <w:rPr>
          <w:rFonts w:ascii="Arial" w:hAnsi="Arial"/>
          <w:b/>
          <w:sz w:val="24"/>
        </w:rPr>
      </w:pPr>
      <w:r>
        <w:rPr>
          <w:sz w:val="2"/>
          <w:u w:val="single"/>
        </w:rPr>
        <w:t>.</w:t>
      </w: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056D73">
      <w:pPr>
        <w:rPr>
          <w:rFonts w:ascii="Arial" w:hAnsi="Arial"/>
          <w:b/>
          <w:sz w:val="24"/>
        </w:rPr>
      </w:pPr>
      <w:r>
        <w:rPr>
          <w:rFonts w:ascii="Arial" w:hAnsi="Arial"/>
          <w:b/>
          <w:noProof/>
          <w:sz w:val="24"/>
        </w:rPr>
        <w:pict>
          <v:rect id="_x0000_s1036" style="position:absolute;margin-left:-6.5pt;margin-top:11.1pt;width:258.4pt;height:165.6pt;z-index:251655680" o:allowincell="f" filled="f"/>
        </w:pict>
      </w:r>
      <w:r>
        <w:rPr>
          <w:rFonts w:ascii="Arial" w:hAnsi="Arial"/>
          <w:b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67.3pt;margin-top:11.1pt;width:253.2pt;height:165.6pt;z-index:251654656" o:allowincell="f">
            <v:textbox style="mso-next-textbox:#_x0000_s1032">
              <w:txbxContent>
                <w:tbl>
                  <w:tblPr>
                    <w:tblW w:w="0" w:type="auto"/>
                    <w:tblInd w:w="18" w:type="dxa"/>
                    <w:tblLayout w:type="fixed"/>
                    <w:tblLook w:val="0000"/>
                  </w:tblPr>
                  <w:tblGrid>
                    <w:gridCol w:w="4750"/>
                    <w:gridCol w:w="380"/>
                  </w:tblGrid>
                  <w:tr w:rsidR="00165DC7">
                    <w:trPr>
                      <w:cantSplit/>
                    </w:trPr>
                    <w:tc>
                      <w:tcPr>
                        <w:tcW w:w="5130" w:type="dxa"/>
                        <w:gridSpan w:val="2"/>
                      </w:tcPr>
                      <w:p w:rsidR="00165DC7" w:rsidRDefault="00165DC7"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Target Population</w:t>
                        </w:r>
                        <w:r w:rsidRPr="005E06CE">
                          <w:rPr>
                            <w:rFonts w:ascii="Arial" w:hAnsi="Arial"/>
                            <w:sz w:val="24"/>
                          </w:rPr>
                          <w:t>:</w:t>
                        </w:r>
                        <w:r w:rsidR="00E20F22" w:rsidRPr="005E06CE">
                          <w:rPr>
                            <w:rFonts w:ascii="Arial" w:hAnsi="Arial"/>
                            <w:sz w:val="24"/>
                          </w:rPr>
                          <w:t xml:space="preserve"> Instru</w:t>
                        </w:r>
                        <w:r w:rsidR="005E06CE" w:rsidRPr="005E06CE">
                          <w:rPr>
                            <w:rFonts w:ascii="Arial" w:hAnsi="Arial"/>
                            <w:sz w:val="24"/>
                          </w:rPr>
                          <w:t>ctors Developing Advanced Instructors Skills</w:t>
                        </w:r>
                        <w:r w:rsidR="005E06CE">
                          <w:rPr>
                            <w:rFonts w:ascii="Arial" w:hAnsi="Arial"/>
                            <w:b/>
                            <w:sz w:val="24"/>
                          </w:rPr>
                          <w:t>.</w:t>
                        </w:r>
                      </w:p>
                    </w:tc>
                  </w:tr>
                  <w:tr w:rsidR="00165DC7">
                    <w:trPr>
                      <w:cantSplit/>
                    </w:trPr>
                    <w:tc>
                      <w:tcPr>
                        <w:tcW w:w="5130" w:type="dxa"/>
                        <w:gridSpan w:val="2"/>
                      </w:tcPr>
                      <w:p w:rsidR="00165DC7" w:rsidRDefault="00DD5A90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before="120" w:after="120"/>
                        </w:pPr>
                        <w:r>
                          <w:t xml:space="preserve"> </w:t>
                        </w:r>
                      </w:p>
                    </w:tc>
                  </w:tr>
                  <w:tr w:rsidR="00165DC7">
                    <w:trPr>
                      <w:cantSplit/>
                    </w:trPr>
                    <w:tc>
                      <w:tcPr>
                        <w:tcW w:w="5130" w:type="dxa"/>
                        <w:gridSpan w:val="2"/>
                      </w:tcPr>
                      <w:p w:rsidR="00165DC7" w:rsidRDefault="00165DC7"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Number of Students</w:t>
                        </w:r>
                      </w:p>
                    </w:tc>
                  </w:tr>
                  <w:tr w:rsidR="00165DC7">
                    <w:tc>
                      <w:tcPr>
                        <w:tcW w:w="4750" w:type="dxa"/>
                      </w:tcPr>
                      <w:p w:rsidR="00165DC7" w:rsidRDefault="00DD5A90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before="120" w:after="120"/>
                        </w:pPr>
                        <w:r>
                          <w:t xml:space="preserve"> </w:t>
                        </w:r>
                      </w:p>
                    </w:tc>
                    <w:tc>
                      <w:tcPr>
                        <w:tcW w:w="380" w:type="dxa"/>
                      </w:tcPr>
                      <w:p w:rsidR="00165DC7" w:rsidRDefault="00165DC7"/>
                    </w:tc>
                  </w:tr>
                  <w:tr w:rsidR="00165DC7">
                    <w:trPr>
                      <w:cantSplit/>
                    </w:trPr>
                    <w:tc>
                      <w:tcPr>
                        <w:tcW w:w="5130" w:type="dxa"/>
                        <w:gridSpan w:val="2"/>
                      </w:tcPr>
                      <w:p w:rsidR="00165DC7" w:rsidRDefault="00165DC7"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Space Requirements</w:t>
                        </w:r>
                      </w:p>
                    </w:tc>
                  </w:tr>
                  <w:tr w:rsidR="00165DC7">
                    <w:tc>
                      <w:tcPr>
                        <w:tcW w:w="4750" w:type="dxa"/>
                      </w:tcPr>
                      <w:p w:rsidR="00165DC7" w:rsidRDefault="00DD5A90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before="120" w:after="120"/>
                        </w:pPr>
                        <w:r>
                          <w:t xml:space="preserve"> </w:t>
                        </w:r>
                      </w:p>
                      <w:p w:rsidR="00165DC7" w:rsidRDefault="00DD5A90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before="120" w:after="120"/>
                        </w:pPr>
                        <w:r>
                          <w:t xml:space="preserve"> </w:t>
                        </w:r>
                      </w:p>
                    </w:tc>
                    <w:tc>
                      <w:tcPr>
                        <w:tcW w:w="380" w:type="dxa"/>
                      </w:tcPr>
                      <w:p w:rsidR="00165DC7" w:rsidRDefault="00165DC7"/>
                    </w:tc>
                  </w:tr>
                </w:tbl>
                <w:p w:rsidR="00165DC7" w:rsidRDefault="00165DC7">
                  <w:pPr>
                    <w:pStyle w:val="Footer"/>
                    <w:tabs>
                      <w:tab w:val="clear" w:pos="4320"/>
                      <w:tab w:val="clear" w:pos="8640"/>
                    </w:tabs>
                  </w:pPr>
                </w:p>
              </w:txbxContent>
            </v:textbox>
          </v:shape>
        </w:pict>
      </w:r>
    </w:p>
    <w:p w:rsidR="00165DC7" w:rsidRDefault="00165DC7">
      <w:pPr>
        <w:rPr>
          <w:b/>
          <w:sz w:val="2"/>
          <w:u w:val="single"/>
        </w:rPr>
      </w:pPr>
      <w:r>
        <w:rPr>
          <w:b/>
          <w:sz w:val="2"/>
          <w:u w:val="single"/>
        </w:rPr>
        <w:t>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"/>
        <w:gridCol w:w="810"/>
        <w:gridCol w:w="450"/>
        <w:gridCol w:w="270"/>
        <w:gridCol w:w="360"/>
        <w:gridCol w:w="450"/>
        <w:gridCol w:w="900"/>
      </w:tblGrid>
      <w:tr w:rsidR="00165DC7">
        <w:trPr>
          <w:cantSplit/>
        </w:trPr>
        <w:tc>
          <w:tcPr>
            <w:tcW w:w="43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pStyle w:val="Heading1"/>
            </w:pPr>
            <w:r>
              <w:t>Time Frame</w:t>
            </w:r>
          </w:p>
        </w:tc>
      </w:tr>
      <w:tr w:rsidR="00165DC7">
        <w:trPr>
          <w:cantSplit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pStyle w:val="Heading5"/>
              <w:spacing w:before="240"/>
              <w:jc w:val="left"/>
              <w:rPr>
                <w:b w:val="0"/>
              </w:rPr>
            </w:pPr>
            <w:r>
              <w:rPr>
                <w:b w:val="0"/>
              </w:rPr>
              <w:t xml:space="preserve">   Total: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DC7" w:rsidRDefault="00E20F22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  <w:r>
              <w:t>2.0</w:t>
            </w:r>
            <w:r w:rsidR="00DD5A90">
              <w:t xml:space="preserve"> 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sz w:val="24"/>
              </w:rPr>
              <w:t>hrs.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DC7" w:rsidRDefault="00DD5A90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  <w: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min.</w:t>
            </w:r>
          </w:p>
        </w:tc>
      </w:tr>
      <w:tr w:rsidR="00165DC7">
        <w:trPr>
          <w:cantSplit/>
        </w:trPr>
        <w:tc>
          <w:tcPr>
            <w:tcW w:w="43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  Suggested Schedule</w:t>
            </w:r>
          </w:p>
        </w:tc>
      </w:tr>
      <w:tr w:rsidR="00165DC7">
        <w:trPr>
          <w:cantSplit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From: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5DC7" w:rsidRDefault="00DD5A90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  <w:r>
              <w:t xml:space="preserve"> </w:t>
            </w:r>
            <w:r w:rsidR="00165DC7">
              <w:t xml:space="preserve"> 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To: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DC7" w:rsidRDefault="00DD5A90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  <w:r>
              <w:t xml:space="preserve"> </w:t>
            </w:r>
            <w:r w:rsidR="00165DC7">
              <w:t xml:space="preserve"> </w:t>
            </w:r>
          </w:p>
        </w:tc>
      </w:tr>
      <w:tr w:rsidR="00165DC7">
        <w:trPr>
          <w:gridAfter w:val="4"/>
          <w:wAfter w:w="1980" w:type="dxa"/>
          <w:cantSplit/>
          <w:trHeight w:val="459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  Day: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5DC7" w:rsidRDefault="00DD5A90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  <w:r>
              <w:t xml:space="preserve"> </w:t>
            </w:r>
            <w:r w:rsidR="00165DC7">
              <w:t xml:space="preserve"> </w:t>
            </w:r>
          </w:p>
        </w:tc>
      </w:tr>
      <w:tr w:rsidR="00165DC7">
        <w:trPr>
          <w:gridAfter w:val="4"/>
          <w:wAfter w:w="1980" w:type="dxa"/>
          <w:cantSplit/>
          <w:trHeight w:val="459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spacing w:before="240"/>
              <w:rPr>
                <w:rFonts w:ascii="Arial" w:hAnsi="Arial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pStyle w:val="Footer"/>
              <w:tabs>
                <w:tab w:val="clear" w:pos="4320"/>
                <w:tab w:val="clear" w:pos="8640"/>
              </w:tabs>
              <w:spacing w:before="240"/>
              <w:jc w:val="center"/>
            </w:pPr>
          </w:p>
        </w:tc>
      </w:tr>
    </w:tbl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056D73">
      <w:pPr>
        <w:rPr>
          <w:rFonts w:ascii="Arial" w:hAnsi="Arial"/>
          <w:b/>
          <w:sz w:val="24"/>
        </w:rPr>
      </w:pPr>
      <w:r>
        <w:rPr>
          <w:rFonts w:ascii="Arial" w:hAnsi="Arial"/>
          <w:b/>
          <w:noProof/>
          <w:sz w:val="24"/>
        </w:rPr>
        <w:pict>
          <v:shape id="_x0000_s1055" type="#_x0000_t202" style="position:absolute;margin-left:267.3pt;margin-top:2.65pt;width:253.2pt;height:338pt;z-index:251657728" o:allowincell="f">
            <v:textbox style="mso-next-textbox:#_x0000_s1055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5040"/>
                  </w:tblGrid>
                  <w:tr w:rsidR="00165DC7">
                    <w:tc>
                      <w:tcPr>
                        <w:tcW w:w="5040" w:type="dxa"/>
                      </w:tcPr>
                      <w:p w:rsidR="00165DC7" w:rsidRDefault="00165DC7">
                        <w:pPr>
                          <w:spacing w:after="240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Evaluation Procedures:</w:t>
                        </w:r>
                      </w:p>
                      <w:p w:rsidR="00165DC7" w:rsidRDefault="00165DC7">
                        <w:pPr>
                          <w:spacing w:after="24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c>
                      <w:tcPr>
                        <w:tcW w:w="5040" w:type="dxa"/>
                      </w:tcPr>
                      <w:p w:rsidR="00165DC7" w:rsidRDefault="00DD5A90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</w:pPr>
                        <w:r>
                          <w:t xml:space="preserve"> </w:t>
                        </w:r>
                      </w:p>
                    </w:tc>
                  </w:tr>
                </w:tbl>
                <w:p w:rsidR="00165DC7" w:rsidRDefault="00165DC7"/>
              </w:txbxContent>
            </v:textbox>
          </v:shape>
        </w:pict>
      </w:r>
      <w:r>
        <w:rPr>
          <w:rFonts w:ascii="Arial" w:hAnsi="Arial"/>
          <w:b/>
          <w:noProof/>
          <w:sz w:val="24"/>
        </w:rPr>
        <w:pict>
          <v:shape id="_x0000_s1042" type="#_x0000_t202" style="position:absolute;margin-left:-5.7pt;margin-top:2.65pt;width:257.2pt;height:340pt;z-index:251656704" o:allowincell="f">
            <v:textbox style="mso-next-textbox:#_x0000_s1042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5040"/>
                  </w:tblGrid>
                  <w:tr w:rsidR="00165DC7">
                    <w:tc>
                      <w:tcPr>
                        <w:tcW w:w="5040" w:type="dxa"/>
                      </w:tcPr>
                      <w:p w:rsidR="00165DC7" w:rsidRPr="005D5957" w:rsidRDefault="00165DC7">
                        <w:pPr>
                          <w:spacing w:after="240"/>
                          <w:rPr>
                            <w:rFonts w:ascii="Arial" w:hAnsi="Arial"/>
                            <w:b/>
                            <w:sz w:val="18"/>
                            <w:szCs w:val="18"/>
                          </w:rPr>
                        </w:pPr>
                        <w:r w:rsidRPr="005D5957">
                          <w:rPr>
                            <w:rFonts w:ascii="Arial" w:hAnsi="Arial"/>
                            <w:b/>
                            <w:sz w:val="18"/>
                            <w:szCs w:val="18"/>
                          </w:rPr>
                          <w:t>Learning Objectives:</w:t>
                        </w:r>
                      </w:p>
                      <w:p w:rsidR="00E20F22" w:rsidRPr="005D5957" w:rsidRDefault="00E20F22" w:rsidP="00E20F22">
                        <w:pPr>
                          <w:pStyle w:val="BodyText"/>
                          <w:tabs>
                            <w:tab w:val="left" w:pos="720"/>
                            <w:tab w:val="left" w:pos="3780"/>
                          </w:tabs>
                          <w:ind w:left="720" w:hanging="720"/>
                          <w:jc w:val="both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5D5957">
                          <w:rPr>
                            <w:sz w:val="18"/>
                            <w:szCs w:val="18"/>
                          </w:rPr>
                          <w:t xml:space="preserve">8.1  </w:t>
                        </w:r>
                        <w:r w:rsidRPr="005D5957">
                          <w:rPr>
                            <w:sz w:val="18"/>
                            <w:szCs w:val="18"/>
                          </w:rPr>
                          <w:tab/>
                          <w:t>LEARNING OBJECTIVE:  The student will be able to define the term “multimedia”.</w:t>
                        </w:r>
                      </w:p>
                      <w:p w:rsidR="00165DC7" w:rsidRPr="005D5957" w:rsidRDefault="00165DC7">
                        <w:pPr>
                          <w:spacing w:after="240"/>
                          <w:rPr>
                            <w:rFonts w:ascii="Arial" w:hAnsi="Arial"/>
                            <w:sz w:val="18"/>
                            <w:szCs w:val="18"/>
                          </w:rPr>
                        </w:pPr>
                      </w:p>
                      <w:p w:rsidR="00E20F22" w:rsidRPr="005E06CE" w:rsidRDefault="00E20F22" w:rsidP="00E20F22">
                        <w:pPr>
                          <w:autoSpaceDE w:val="0"/>
                          <w:autoSpaceDN w:val="0"/>
                          <w:adjustRightInd w:val="0"/>
                          <w:ind w:left="720" w:hanging="720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5E06C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8.2</w:t>
                        </w:r>
                        <w:r w:rsidRPr="005E06C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ab/>
                          <w:t>Learning Objective:  The student will be able to state at least three (3) reasons for using Multimedia.</w:t>
                        </w:r>
                      </w:p>
                      <w:p w:rsidR="00E20F22" w:rsidRPr="005E06CE" w:rsidRDefault="00E20F22">
                        <w:pPr>
                          <w:spacing w:after="240"/>
                          <w:rPr>
                            <w:rFonts w:ascii="Arial" w:hAnsi="Arial"/>
                            <w:sz w:val="18"/>
                            <w:szCs w:val="18"/>
                          </w:rPr>
                        </w:pPr>
                      </w:p>
                      <w:p w:rsidR="005D5957" w:rsidRPr="005E06CE" w:rsidRDefault="005D5957" w:rsidP="005D5957">
                        <w:pPr>
                          <w:tabs>
                            <w:tab w:val="left" w:pos="720"/>
                            <w:tab w:val="left" w:pos="1080"/>
                          </w:tabs>
                          <w:autoSpaceDE w:val="0"/>
                          <w:autoSpaceDN w:val="0"/>
                          <w:adjustRightInd w:val="0"/>
                          <w:ind w:left="720" w:hanging="720"/>
                          <w:jc w:val="both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5E06CE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8.3</w:t>
                        </w:r>
                        <w:r w:rsidRPr="005E06CE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ab/>
                          <w:t>Learning Objective:  The Student will be able to list at least three (3) characteristics of an effective multimedia presentation.</w:t>
                        </w:r>
                      </w:p>
                      <w:p w:rsidR="00E20F22" w:rsidRPr="005E06CE" w:rsidRDefault="00E20F22">
                        <w:pPr>
                          <w:spacing w:after="240"/>
                          <w:rPr>
                            <w:rFonts w:ascii="Arial" w:hAnsi="Arial"/>
                            <w:sz w:val="18"/>
                            <w:szCs w:val="18"/>
                          </w:rPr>
                        </w:pPr>
                      </w:p>
                      <w:p w:rsidR="005D5957" w:rsidRPr="005E06CE" w:rsidRDefault="005D5957" w:rsidP="005D5957">
                        <w:pPr>
                          <w:tabs>
                            <w:tab w:val="left" w:pos="720"/>
                            <w:tab w:val="left" w:pos="1080"/>
                          </w:tabs>
                          <w:autoSpaceDE w:val="0"/>
                          <w:autoSpaceDN w:val="0"/>
                          <w:adjustRightInd w:val="0"/>
                          <w:ind w:left="720" w:hanging="720"/>
                          <w:jc w:val="both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5E06CE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8.4</w:t>
                        </w:r>
                        <w:r w:rsidRPr="005E06CE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ab/>
                          <w:t>Learning Objective:  The student will be able to identify the types of multimedia equipment.</w:t>
                        </w:r>
                      </w:p>
                      <w:p w:rsidR="005D5957" w:rsidRPr="005E06CE" w:rsidRDefault="005D5957">
                        <w:pPr>
                          <w:spacing w:after="240"/>
                          <w:rPr>
                            <w:rFonts w:ascii="Arial" w:hAnsi="Arial"/>
                            <w:sz w:val="18"/>
                            <w:szCs w:val="18"/>
                          </w:rPr>
                        </w:pPr>
                      </w:p>
                      <w:p w:rsidR="005D5957" w:rsidRPr="005E06CE" w:rsidRDefault="005D5957" w:rsidP="005D5957">
                        <w:pPr>
                          <w:tabs>
                            <w:tab w:val="left" w:pos="720"/>
                            <w:tab w:val="left" w:pos="1080"/>
                          </w:tabs>
                          <w:autoSpaceDE w:val="0"/>
                          <w:autoSpaceDN w:val="0"/>
                          <w:adjustRightInd w:val="0"/>
                          <w:ind w:left="720" w:hanging="720"/>
                          <w:jc w:val="both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5E06CE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8.5</w:t>
                        </w:r>
                        <w:r w:rsidRPr="005E06CE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ab/>
                          <w:t>Student will be able to demonstrate proficiency in setting up and operating multimedia computer equipment.</w:t>
                        </w:r>
                      </w:p>
                      <w:p w:rsidR="005D5957" w:rsidRPr="005E06CE" w:rsidRDefault="005D5957" w:rsidP="005D5957">
                        <w:pPr>
                          <w:tabs>
                            <w:tab w:val="left" w:pos="720"/>
                            <w:tab w:val="left" w:pos="1080"/>
                          </w:tabs>
                          <w:autoSpaceDE w:val="0"/>
                          <w:autoSpaceDN w:val="0"/>
                          <w:adjustRightInd w:val="0"/>
                          <w:ind w:left="720" w:hanging="720"/>
                          <w:jc w:val="both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  <w:p w:rsidR="005D5957" w:rsidRPr="005E06CE" w:rsidRDefault="005D5957" w:rsidP="005D5957">
                        <w:pPr>
                          <w:tabs>
                            <w:tab w:val="left" w:pos="720"/>
                            <w:tab w:val="left" w:pos="1080"/>
                            <w:tab w:val="left" w:pos="1440"/>
                          </w:tabs>
                          <w:autoSpaceDE w:val="0"/>
                          <w:autoSpaceDN w:val="0"/>
                          <w:adjustRightInd w:val="0"/>
                          <w:ind w:left="720" w:hanging="720"/>
                          <w:jc w:val="both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5E06CE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8.6</w:t>
                        </w:r>
                        <w:r w:rsidRPr="005E06CE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ab/>
                          <w:t>Student will be able to discuss proper PowerPoint presentation preparation.</w:t>
                        </w:r>
                      </w:p>
                      <w:p w:rsidR="005D5957" w:rsidRPr="005E06CE" w:rsidRDefault="005D5957" w:rsidP="005D5957">
                        <w:pPr>
                          <w:tabs>
                            <w:tab w:val="left" w:pos="720"/>
                            <w:tab w:val="left" w:pos="1080"/>
                            <w:tab w:val="left" w:pos="1440"/>
                          </w:tabs>
                          <w:autoSpaceDE w:val="0"/>
                          <w:autoSpaceDN w:val="0"/>
                          <w:adjustRightInd w:val="0"/>
                          <w:ind w:left="720" w:hanging="720"/>
                          <w:jc w:val="both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  <w:p w:rsidR="005D5957" w:rsidRPr="005E06CE" w:rsidRDefault="005D5957" w:rsidP="005D5957">
                        <w:pPr>
                          <w:tabs>
                            <w:tab w:val="left" w:pos="720"/>
                            <w:tab w:val="left" w:pos="1080"/>
                            <w:tab w:val="left" w:pos="1440"/>
                          </w:tabs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5E06CE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8.7</w:t>
                        </w:r>
                        <w:r w:rsidRPr="005E06CE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ab/>
                          <w:t>Student will be able to load a video into a PowerPoint presentation.</w:t>
                        </w:r>
                      </w:p>
                      <w:p w:rsidR="005D5957" w:rsidRPr="005D5957" w:rsidRDefault="005D5957" w:rsidP="005D5957">
                        <w:pPr>
                          <w:tabs>
                            <w:tab w:val="left" w:pos="720"/>
                            <w:tab w:val="left" w:pos="1080"/>
                          </w:tabs>
                          <w:autoSpaceDE w:val="0"/>
                          <w:autoSpaceDN w:val="0"/>
                          <w:adjustRightInd w:val="0"/>
                          <w:ind w:left="720" w:hanging="720"/>
                          <w:jc w:val="both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  <w:p w:rsidR="005D5957" w:rsidRPr="005D5957" w:rsidRDefault="005D5957">
                        <w:pPr>
                          <w:spacing w:after="240"/>
                          <w:rPr>
                            <w:rFonts w:ascii="Arial" w:hAnsi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5D5957">
                    <w:tc>
                      <w:tcPr>
                        <w:tcW w:w="5040" w:type="dxa"/>
                      </w:tcPr>
                      <w:p w:rsidR="005D5957" w:rsidRDefault="005D5957">
                        <w:pPr>
                          <w:spacing w:after="240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</w:tr>
                </w:tbl>
                <w:p w:rsidR="00165DC7" w:rsidRDefault="00DD5A90">
                  <w:r>
                    <w:t xml:space="preserve"> </w:t>
                  </w:r>
                </w:p>
              </w:txbxContent>
            </v:textbox>
          </v:shape>
        </w:pict>
      </w: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  <w:sectPr w:rsidR="00165DC7">
          <w:footerReference w:type="even" r:id="rId8"/>
          <w:footerReference w:type="default" r:id="rId9"/>
          <w:pgSz w:w="12240" w:h="15840" w:code="1"/>
          <w:pgMar w:top="720" w:right="634" w:bottom="360" w:left="1080" w:header="720" w:footer="360" w:gutter="0"/>
          <w:pgNumType w:start="1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28"/>
        <w:gridCol w:w="8730"/>
      </w:tblGrid>
      <w:tr w:rsidR="00165DC7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65DC7" w:rsidRDefault="00165DC7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lastRenderedPageBreak/>
              <w:t>Lesson Title:</w:t>
            </w:r>
          </w:p>
        </w:tc>
        <w:tc>
          <w:tcPr>
            <w:tcW w:w="87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DC7" w:rsidRDefault="00DD5A90">
            <w:pPr>
              <w:pStyle w:val="Footer"/>
              <w:tabs>
                <w:tab w:val="clear" w:pos="4320"/>
                <w:tab w:val="clear" w:pos="8640"/>
              </w:tabs>
              <w:rPr>
                <w:bCs/>
              </w:rPr>
            </w:pPr>
            <w:r>
              <w:rPr>
                <w:bCs/>
              </w:rPr>
              <w:t xml:space="preserve"> </w:t>
            </w:r>
            <w:r w:rsidR="00E20F22">
              <w:rPr>
                <w:b/>
                <w:bCs/>
              </w:rPr>
              <w:t>Multimedia Development and Delivery Unit # 8</w:t>
            </w:r>
          </w:p>
        </w:tc>
      </w:tr>
    </w:tbl>
    <w:p w:rsidR="00165DC7" w:rsidRDefault="00165DC7">
      <w:pPr>
        <w:rPr>
          <w:rFonts w:ascii="Arial" w:hAnsi="Arial"/>
          <w:b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350"/>
      </w:tblGrid>
      <w:tr w:rsidR="00165DC7">
        <w:trPr>
          <w:cantSplit/>
        </w:trPr>
        <w:tc>
          <w:tcPr>
            <w:tcW w:w="10350" w:type="dxa"/>
          </w:tcPr>
          <w:p w:rsidR="00165DC7" w:rsidRDefault="00165DC7">
            <w:pPr>
              <w:pStyle w:val="Footer"/>
              <w:tabs>
                <w:tab w:val="clear" w:pos="4320"/>
                <w:tab w:val="clear" w:pos="8640"/>
              </w:tabs>
            </w:pPr>
            <w:r>
              <w:rPr>
                <w:rFonts w:ascii="Arial" w:hAnsi="Arial"/>
                <w:b/>
                <w:sz w:val="24"/>
              </w:rPr>
              <w:t>Methods/Strategies:</w:t>
            </w:r>
          </w:p>
        </w:tc>
      </w:tr>
      <w:tr w:rsidR="00165DC7">
        <w:trPr>
          <w:cantSplit/>
          <w:trHeight w:val="396"/>
        </w:trPr>
        <w:tc>
          <w:tcPr>
            <w:tcW w:w="10350" w:type="dxa"/>
          </w:tcPr>
          <w:p w:rsidR="00165DC7" w:rsidRDefault="00E20F22">
            <w:pPr>
              <w:pStyle w:val="Footer"/>
              <w:tabs>
                <w:tab w:val="clear" w:pos="4320"/>
                <w:tab w:val="clear" w:pos="8640"/>
              </w:tabs>
            </w:pPr>
            <w:r>
              <w:t xml:space="preserve">Discussion / lecture / </w:t>
            </w:r>
            <w:r w:rsidR="005D5957">
              <w:t>practical</w:t>
            </w:r>
          </w:p>
        </w:tc>
      </w:tr>
    </w:tbl>
    <w:p w:rsidR="00165DC7" w:rsidRDefault="00056D73">
      <w:pPr>
        <w:rPr>
          <w:rFonts w:ascii="Arial" w:hAnsi="Arial"/>
          <w:b/>
          <w:sz w:val="24"/>
        </w:rPr>
      </w:pPr>
      <w:r>
        <w:rPr>
          <w:rFonts w:ascii="Arial" w:hAnsi="Arial"/>
          <w:b/>
          <w:noProof/>
          <w:sz w:val="24"/>
        </w:rPr>
        <w:pict>
          <v:shape id="_x0000_s1057" type="#_x0000_t202" style="position:absolute;margin-left:278pt;margin-top:12.85pt;width:243pt;height:153pt;z-index:251659776;mso-position-horizontal-relative:text;mso-position-vertical-relative:text" o:allowincell="f">
            <v:textbox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4692"/>
                  </w:tblGrid>
                  <w:tr w:rsidR="00165DC7">
                    <w:tc>
                      <w:tcPr>
                        <w:tcW w:w="4692" w:type="dxa"/>
                      </w:tcPr>
                      <w:p w:rsidR="00165DC7" w:rsidRDefault="00165DC7">
                        <w:pPr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References:</w:t>
                        </w:r>
                      </w:p>
                    </w:tc>
                  </w:tr>
                  <w:tr w:rsidR="00165DC7">
                    <w:trPr>
                      <w:trHeight w:val="3131"/>
                    </w:trPr>
                    <w:tc>
                      <w:tcPr>
                        <w:tcW w:w="4692" w:type="dxa"/>
                      </w:tcPr>
                      <w:p w:rsidR="00165DC7" w:rsidRDefault="00DD5A90">
                        <w:r>
                          <w:t xml:space="preserve"> </w:t>
                        </w:r>
                        <w:r w:rsidR="00E20F22">
                          <w:t>TCLEOSE Advanced Instructor course # 1017 outline.</w:t>
                        </w:r>
                      </w:p>
                    </w:tc>
                  </w:tr>
                </w:tbl>
                <w:p w:rsidR="00165DC7" w:rsidRDefault="00165DC7"/>
              </w:txbxContent>
            </v:textbox>
          </v:shape>
        </w:pict>
      </w:r>
      <w:r>
        <w:rPr>
          <w:rFonts w:ascii="Arial" w:hAnsi="Arial"/>
          <w:b/>
          <w:noProof/>
          <w:sz w:val="24"/>
        </w:rPr>
        <w:pict>
          <v:shape id="_x0000_s1056" type="#_x0000_t202" style="position:absolute;margin-left:0;margin-top:12.85pt;width:262pt;height:153pt;z-index:251658752;mso-position-horizontal-relative:text;mso-position-vertical-relative:text" o:allowincell="f">
            <v:textbox style="mso-next-textbox:#_x0000_s1056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4972"/>
                  </w:tblGrid>
                  <w:tr w:rsidR="00165DC7">
                    <w:tc>
                      <w:tcPr>
                        <w:tcW w:w="4972" w:type="dxa"/>
                      </w:tcPr>
                      <w:p w:rsidR="00165DC7" w:rsidRDefault="00165DC7">
                        <w:pPr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Training Materials:</w:t>
                        </w:r>
                      </w:p>
                    </w:tc>
                  </w:tr>
                  <w:tr w:rsidR="00165DC7">
                    <w:trPr>
                      <w:trHeight w:val="2861"/>
                    </w:trPr>
                    <w:tc>
                      <w:tcPr>
                        <w:tcW w:w="4972" w:type="dxa"/>
                      </w:tcPr>
                      <w:p w:rsidR="00165DC7" w:rsidRDefault="00165DC7" w:rsidP="00DD5A90">
                        <w:pPr>
                          <w:ind w:left="720"/>
                        </w:pPr>
                      </w:p>
                    </w:tc>
                  </w:tr>
                  <w:tr w:rsidR="00165DC7">
                    <w:trPr>
                      <w:trHeight w:val="2861"/>
                    </w:trPr>
                    <w:tc>
                      <w:tcPr>
                        <w:tcW w:w="4972" w:type="dxa"/>
                      </w:tcPr>
                      <w:p w:rsidR="00165DC7" w:rsidRDefault="00165DC7">
                        <w:pPr>
                          <w:numPr>
                            <w:ilvl w:val="0"/>
                            <w:numId w:val="3"/>
                          </w:numPr>
                        </w:pPr>
                      </w:p>
                    </w:tc>
                  </w:tr>
                  <w:tr w:rsidR="00165DC7">
                    <w:trPr>
                      <w:trHeight w:val="2861"/>
                    </w:trPr>
                    <w:tc>
                      <w:tcPr>
                        <w:tcW w:w="4972" w:type="dxa"/>
                      </w:tcPr>
                      <w:p w:rsidR="00165DC7" w:rsidRDefault="00165DC7">
                        <w:pPr>
                          <w:numPr>
                            <w:ilvl w:val="0"/>
                            <w:numId w:val="3"/>
                          </w:numPr>
                        </w:pPr>
                      </w:p>
                    </w:tc>
                  </w:tr>
                </w:tbl>
                <w:p w:rsidR="00165DC7" w:rsidRDefault="00165DC7"/>
              </w:txbxContent>
            </v:textbox>
          </v:shape>
        </w:pict>
      </w: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056D73">
      <w:pPr>
        <w:rPr>
          <w:rFonts w:ascii="Arial" w:hAnsi="Arial"/>
          <w:b/>
          <w:sz w:val="24"/>
        </w:rPr>
      </w:pPr>
      <w:r w:rsidRPr="00056D73">
        <w:rPr>
          <w:noProof/>
        </w:rPr>
        <w:pict>
          <v:shape id="_x0000_s1058" type="#_x0000_t202" style="position:absolute;margin-left:1pt;margin-top:13.35pt;width:521pt;height:250pt;z-index:251660800" o:allowincell="f">
            <v:textbox style="mso-next-textbox:#_x0000_s1058">
              <w:txbxContent>
                <w:tbl>
                  <w:tblPr>
                    <w:tblW w:w="0" w:type="auto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720"/>
                    <w:gridCol w:w="4626"/>
                    <w:gridCol w:w="954"/>
                    <w:gridCol w:w="4230"/>
                  </w:tblGrid>
                  <w:tr w:rsidR="00165DC7">
                    <w:trPr>
                      <w:cantSplit/>
                      <w:trHeight w:val="377"/>
                    </w:trPr>
                    <w:tc>
                      <w:tcPr>
                        <w:tcW w:w="10530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65DC7" w:rsidRDefault="00165DC7">
                        <w:pPr>
                          <w:spacing w:before="40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>Equipment and Supplies Needed:</w:t>
                        </w:r>
                      </w:p>
                    </w:tc>
                  </w:tr>
                  <w:tr w:rsidR="00165DC7">
                    <w:trPr>
                      <w:cantSplit/>
                      <w:trHeight w:val="286"/>
                    </w:trPr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165DC7" w:rsidRDefault="00E20F22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before="40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Multi-media projector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pStyle w:val="Footer"/>
                          <w:tabs>
                            <w:tab w:val="clear" w:pos="4320"/>
                            <w:tab w:val="clear" w:pos="8640"/>
                          </w:tabs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Other:</w:t>
                        </w: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</w:tcBorders>
                      </w:tcPr>
                      <w:p w:rsidR="00165DC7" w:rsidRDefault="00DD5A90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 xml:space="preserve"> </w:t>
                        </w:r>
                        <w:r w:rsidR="00E20F22">
                          <w:rPr>
                            <w:rFonts w:ascii="Arial" w:hAnsi="Arial"/>
                            <w:b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Lap-top computer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</w:pPr>
                        <w:r>
                          <w:t>(#)</w:t>
                        </w: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(List)</w:t>
                        </w: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VCR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E20F22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</w:t>
                        </w:r>
                        <w:r w:rsidR="00DD5A90">
                          <w:rPr>
                            <w:b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LCD Projector</w:t>
                        </w: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Flip chart easel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Flip chart pad(s)/markers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Overhead projector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282"/>
                    </w:trPr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Video monitor (TV)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422"/>
                    </w:trPr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nil"/>
                          <w:bottom w:val="nil"/>
                        </w:tcBorders>
                      </w:tcPr>
                      <w:p w:rsidR="00165DC7" w:rsidRDefault="00165DC7">
                        <w:pPr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Video camera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413"/>
                    </w:trPr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</w:tcBorders>
                      </w:tcPr>
                      <w:p w:rsidR="00165DC7" w:rsidRDefault="00DD5A90">
                        <w:pPr>
                          <w:jc w:val="center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4"/>
                          </w:rPr>
                          <w:t xml:space="preserve"> </w:t>
                        </w:r>
                        <w:r w:rsidR="00E20F22">
                          <w:rPr>
                            <w:rFonts w:ascii="Arial" w:hAnsi="Arial"/>
                            <w:b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120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</w:rPr>
                          <w:t>Dry-erase board/markers</w:t>
                        </w:r>
                      </w:p>
                    </w:tc>
                    <w:tc>
                      <w:tcPr>
                        <w:tcW w:w="9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  <w:tr w:rsidR="00165DC7">
                    <w:trPr>
                      <w:cantSplit/>
                      <w:trHeight w:val="296"/>
                    </w:trPr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626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  <w:tc>
                      <w:tcPr>
                        <w:tcW w:w="954" w:type="dxa"/>
                        <w:tcBorders>
                          <w:top w:val="nil"/>
                          <w:bottom w:val="nil"/>
                        </w:tcBorders>
                      </w:tcPr>
                      <w:p w:rsidR="00165DC7" w:rsidRDefault="00165DC7">
                        <w:pPr>
                          <w:spacing w:before="40"/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23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65DC7" w:rsidRDefault="00165DC7">
                        <w:pPr>
                          <w:spacing w:after="180"/>
                          <w:rPr>
                            <w:rFonts w:ascii="Arial" w:hAnsi="Arial"/>
                            <w:sz w:val="24"/>
                          </w:rPr>
                        </w:pPr>
                      </w:p>
                    </w:tc>
                  </w:tr>
                </w:tbl>
                <w:p w:rsidR="00165DC7" w:rsidRDefault="00165DC7"/>
              </w:txbxContent>
            </v:textbox>
          </v:shape>
        </w:pict>
      </w:r>
    </w:p>
    <w:p w:rsidR="00165DC7" w:rsidRDefault="00165DC7">
      <w:pPr>
        <w:rPr>
          <w:rFonts w:ascii="Arial" w:hAnsi="Arial"/>
          <w:b/>
          <w:sz w:val="24"/>
        </w:rPr>
      </w:pPr>
    </w:p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p w:rsidR="00165DC7" w:rsidRDefault="00165DC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440"/>
      </w:tblGrid>
      <w:tr w:rsidR="00165DC7">
        <w:tc>
          <w:tcPr>
            <w:tcW w:w="10440" w:type="dxa"/>
          </w:tcPr>
          <w:p w:rsidR="00165DC7" w:rsidRDefault="00165DC7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Student Materials and Handouts </w:t>
            </w:r>
            <w:r>
              <w:rPr>
                <w:rFonts w:ascii="Arial" w:hAnsi="Arial"/>
                <w:sz w:val="24"/>
              </w:rPr>
              <w:t>(e.g., manual page numbers):</w:t>
            </w:r>
          </w:p>
        </w:tc>
      </w:tr>
      <w:tr w:rsidR="00165DC7">
        <w:trPr>
          <w:trHeight w:val="3132"/>
        </w:trPr>
        <w:tc>
          <w:tcPr>
            <w:tcW w:w="10440" w:type="dxa"/>
          </w:tcPr>
          <w:p w:rsidR="00165DC7" w:rsidRDefault="00165DC7" w:rsidP="00DD5A90">
            <w:r>
              <w:t xml:space="preserve"> </w:t>
            </w:r>
            <w:r w:rsidR="00DD5A90">
              <w:t xml:space="preserve"> </w:t>
            </w:r>
          </w:p>
          <w:p w:rsidR="00165DC7" w:rsidRDefault="00165DC7"/>
        </w:tc>
      </w:tr>
    </w:tbl>
    <w:p w:rsidR="00165DC7" w:rsidRDefault="00165DC7">
      <w:pPr>
        <w:sectPr w:rsidR="00165DC7">
          <w:headerReference w:type="default" r:id="rId10"/>
          <w:footerReference w:type="default" r:id="rId11"/>
          <w:pgSz w:w="12240" w:h="15840" w:code="1"/>
          <w:pgMar w:top="720" w:right="720" w:bottom="360" w:left="1080" w:header="720" w:footer="720" w:gutter="0"/>
          <w:cols w:space="720"/>
        </w:sectPr>
      </w:pPr>
    </w:p>
    <w:p w:rsidR="00165DC7" w:rsidRDefault="00165DC7"/>
    <w:sectPr w:rsidR="00165DC7" w:rsidSect="00FF3CF3">
      <w:headerReference w:type="default" r:id="rId12"/>
      <w:footerReference w:type="default" r:id="rId13"/>
      <w:pgSz w:w="12240" w:h="15840" w:code="1"/>
      <w:pgMar w:top="720" w:right="720" w:bottom="360" w:left="1080" w:header="720" w:footer="720" w:gutter="0"/>
      <w:pgNumType w:start="3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59A" w:rsidRDefault="00FA159A">
      <w:r>
        <w:separator/>
      </w:r>
    </w:p>
  </w:endnote>
  <w:endnote w:type="continuationSeparator" w:id="1">
    <w:p w:rsidR="00FA159A" w:rsidRDefault="00FA1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DC7" w:rsidRDefault="00056D7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65DC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65DC7" w:rsidRDefault="00165DC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DC7" w:rsidRDefault="00165DC7">
    <w:pPr>
      <w:pStyle w:val="Footer"/>
      <w:jc w:val="center"/>
    </w:pPr>
    <w:r>
      <w:rPr>
        <w:snapToGrid w:val="0"/>
      </w:rPr>
      <w:t xml:space="preserve">Page </w:t>
    </w:r>
    <w:r w:rsidR="00056D73">
      <w:rPr>
        <w:snapToGrid w:val="0"/>
      </w:rPr>
      <w:fldChar w:fldCharType="begin"/>
    </w:r>
    <w:r>
      <w:rPr>
        <w:snapToGrid w:val="0"/>
      </w:rPr>
      <w:instrText xml:space="preserve"> PAGE </w:instrText>
    </w:r>
    <w:r w:rsidR="00056D73">
      <w:rPr>
        <w:snapToGrid w:val="0"/>
      </w:rPr>
      <w:fldChar w:fldCharType="separate"/>
    </w:r>
    <w:r w:rsidR="00117240">
      <w:rPr>
        <w:noProof/>
        <w:snapToGrid w:val="0"/>
      </w:rPr>
      <w:t>1</w:t>
    </w:r>
    <w:r w:rsidR="00056D73">
      <w:rPr>
        <w:snapToGrid w:val="0"/>
      </w:rPr>
      <w:fldChar w:fldCharType="end"/>
    </w:r>
    <w:r>
      <w:rPr>
        <w:snapToGrid w:val="0"/>
      </w:rPr>
      <w:t xml:space="preserve"> of </w:t>
    </w:r>
    <w:r w:rsidR="00056D73"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 w:rsidR="00056D73">
      <w:rPr>
        <w:rStyle w:val="PageNumber"/>
      </w:rPr>
      <w:fldChar w:fldCharType="separate"/>
    </w:r>
    <w:r w:rsidR="00117240">
      <w:rPr>
        <w:rStyle w:val="PageNumber"/>
        <w:noProof/>
      </w:rPr>
      <w:t>3</w:t>
    </w:r>
    <w:r w:rsidR="00056D73">
      <w:rPr>
        <w:rStyle w:val="PageNumber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DC7" w:rsidRDefault="00165DC7">
    <w:pPr>
      <w:pStyle w:val="Footer"/>
      <w:jc w:val="center"/>
    </w:pPr>
    <w:r>
      <w:rPr>
        <w:snapToGrid w:val="0"/>
      </w:rPr>
      <w:t xml:space="preserve">Page </w:t>
    </w:r>
    <w:r w:rsidR="00056D73">
      <w:rPr>
        <w:snapToGrid w:val="0"/>
      </w:rPr>
      <w:fldChar w:fldCharType="begin"/>
    </w:r>
    <w:r>
      <w:rPr>
        <w:snapToGrid w:val="0"/>
      </w:rPr>
      <w:instrText xml:space="preserve"> PAGE </w:instrText>
    </w:r>
    <w:r w:rsidR="00056D73">
      <w:rPr>
        <w:snapToGrid w:val="0"/>
      </w:rPr>
      <w:fldChar w:fldCharType="separate"/>
    </w:r>
    <w:r w:rsidR="00117240">
      <w:rPr>
        <w:noProof/>
        <w:snapToGrid w:val="0"/>
      </w:rPr>
      <w:t>2</w:t>
    </w:r>
    <w:r w:rsidR="00056D73">
      <w:rPr>
        <w:snapToGrid w:val="0"/>
      </w:rPr>
      <w:fldChar w:fldCharType="end"/>
    </w:r>
    <w:r>
      <w:rPr>
        <w:snapToGrid w:val="0"/>
      </w:rPr>
      <w:t xml:space="preserve"> of </w:t>
    </w:r>
    <w:r w:rsidR="00056D73"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 w:rsidR="00056D73">
      <w:rPr>
        <w:rStyle w:val="PageNumber"/>
      </w:rPr>
      <w:fldChar w:fldCharType="separate"/>
    </w:r>
    <w:r w:rsidR="00117240">
      <w:rPr>
        <w:rStyle w:val="PageNumber"/>
        <w:noProof/>
      </w:rPr>
      <w:t>2</w:t>
    </w:r>
    <w:r w:rsidR="00056D73">
      <w:rPr>
        <w:rStyle w:val="PageNumber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DC7" w:rsidRDefault="00165DC7">
    <w:pPr>
      <w:pStyle w:val="Footer"/>
      <w:jc w:val="center"/>
    </w:pPr>
    <w:r>
      <w:rPr>
        <w:snapToGrid w:val="0"/>
      </w:rPr>
      <w:t xml:space="preserve">Page </w:t>
    </w:r>
    <w:r w:rsidR="00056D73">
      <w:rPr>
        <w:snapToGrid w:val="0"/>
      </w:rPr>
      <w:fldChar w:fldCharType="begin"/>
    </w:r>
    <w:r>
      <w:rPr>
        <w:snapToGrid w:val="0"/>
      </w:rPr>
      <w:instrText xml:space="preserve"> PAGE </w:instrText>
    </w:r>
    <w:r w:rsidR="00056D73">
      <w:rPr>
        <w:snapToGrid w:val="0"/>
      </w:rPr>
      <w:fldChar w:fldCharType="separate"/>
    </w:r>
    <w:r w:rsidR="00117240">
      <w:rPr>
        <w:noProof/>
        <w:snapToGrid w:val="0"/>
      </w:rPr>
      <w:t>3</w:t>
    </w:r>
    <w:r w:rsidR="00056D73">
      <w:rPr>
        <w:snapToGrid w:val="0"/>
      </w:rPr>
      <w:fldChar w:fldCharType="end"/>
    </w:r>
    <w:r>
      <w:rPr>
        <w:snapToGrid w:val="0"/>
      </w:rPr>
      <w:t xml:space="preserve"> of </w:t>
    </w:r>
    <w:r w:rsidR="00056D73"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 w:rsidR="00056D73">
      <w:rPr>
        <w:rStyle w:val="PageNumber"/>
      </w:rPr>
      <w:fldChar w:fldCharType="separate"/>
    </w:r>
    <w:r w:rsidR="00117240">
      <w:rPr>
        <w:rStyle w:val="PageNumber"/>
        <w:noProof/>
      </w:rPr>
      <w:t>3</w:t>
    </w:r>
    <w:r w:rsidR="00056D73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59A" w:rsidRDefault="00FA159A">
      <w:r>
        <w:separator/>
      </w:r>
    </w:p>
  </w:footnote>
  <w:footnote w:type="continuationSeparator" w:id="1">
    <w:p w:rsidR="00FA159A" w:rsidRDefault="00FA1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5373"/>
      <w:gridCol w:w="5175"/>
    </w:tblGrid>
    <w:tr w:rsidR="00165DC7">
      <w:tc>
        <w:tcPr>
          <w:tcW w:w="5373" w:type="dxa"/>
          <w:tcBorders>
            <w:top w:val="nil"/>
            <w:left w:val="nil"/>
            <w:bottom w:val="nil"/>
            <w:right w:val="nil"/>
          </w:tcBorders>
        </w:tcPr>
        <w:p w:rsidR="00165DC7" w:rsidRDefault="00165DC7">
          <w:pPr>
            <w:pStyle w:val="Header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sz w:val="24"/>
            </w:rPr>
            <w:t xml:space="preserve">Lesson Plan Cover Sheet </w:t>
          </w:r>
        </w:p>
      </w:tc>
      <w:tc>
        <w:tcPr>
          <w:tcW w:w="5175" w:type="dxa"/>
          <w:tcBorders>
            <w:top w:val="nil"/>
            <w:left w:val="nil"/>
            <w:bottom w:val="nil"/>
            <w:right w:val="nil"/>
          </w:tcBorders>
        </w:tcPr>
        <w:p w:rsidR="00165DC7" w:rsidRDefault="00165DC7">
          <w:pPr>
            <w:pStyle w:val="Header"/>
            <w:jc w:val="right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sz w:val="24"/>
            </w:rPr>
            <w:t>Page 2</w:t>
          </w:r>
        </w:p>
      </w:tc>
    </w:tr>
  </w:tbl>
  <w:p w:rsidR="00165DC7" w:rsidRDefault="00165DC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1728"/>
      <w:gridCol w:w="8910"/>
    </w:tblGrid>
    <w:tr w:rsidR="00165DC7">
      <w:tc>
        <w:tcPr>
          <w:tcW w:w="1728" w:type="dxa"/>
          <w:tcBorders>
            <w:top w:val="nil"/>
            <w:left w:val="nil"/>
            <w:bottom w:val="nil"/>
            <w:right w:val="nil"/>
          </w:tcBorders>
        </w:tcPr>
        <w:p w:rsidR="00165DC7" w:rsidRDefault="00165DC7">
          <w:pPr>
            <w:pStyle w:val="Header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sz w:val="24"/>
            </w:rPr>
            <w:t>Lesson Title:</w:t>
          </w:r>
        </w:p>
      </w:tc>
      <w:tc>
        <w:tcPr>
          <w:tcW w:w="8910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165DC7" w:rsidRDefault="00165DC7">
          <w:pPr>
            <w:pStyle w:val="Header"/>
          </w:pPr>
          <w:r>
            <w:t xml:space="preserve">     (Enter Lesson Title Here)</w:t>
          </w:r>
        </w:p>
      </w:tc>
    </w:tr>
  </w:tbl>
  <w:p w:rsidR="00165DC7" w:rsidRDefault="00165DC7">
    <w:pPr>
      <w:pStyle w:val="Header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8028"/>
      <w:gridCol w:w="2610"/>
    </w:tblGrid>
    <w:tr w:rsidR="00165DC7">
      <w:tc>
        <w:tcPr>
          <w:tcW w:w="8028" w:type="dxa"/>
          <w:tcBorders>
            <w:left w:val="nil"/>
            <w:right w:val="nil"/>
          </w:tcBorders>
        </w:tcPr>
        <w:p w:rsidR="00165DC7" w:rsidRDefault="00056D73">
          <w:pPr>
            <w:pStyle w:val="Header"/>
            <w:jc w:val="center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noProof/>
              <w:sz w:val="24"/>
            </w:rPr>
            <w:pict>
              <v:line id="_x0000_s2051" style="position:absolute;left:0;text-align:left;flip:x;z-index:251657728" from="396.7pt,.05pt" to="397.7pt,700.05pt" o:allowincell="f"/>
            </w:pict>
          </w:r>
          <w:r w:rsidR="00165DC7">
            <w:rPr>
              <w:rFonts w:ascii="Arial" w:hAnsi="Arial"/>
              <w:b/>
              <w:sz w:val="24"/>
            </w:rPr>
            <w:t>Presentation Guide</w:t>
          </w:r>
        </w:p>
      </w:tc>
      <w:tc>
        <w:tcPr>
          <w:tcW w:w="2610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:rsidR="00165DC7" w:rsidRDefault="00165DC7">
          <w:pPr>
            <w:pStyle w:val="Header"/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Notes to Instructor</w:t>
          </w:r>
        </w:p>
      </w:tc>
    </w:tr>
  </w:tbl>
  <w:p w:rsidR="00165DC7" w:rsidRDefault="00165DC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13D85"/>
    <w:multiLevelType w:val="hybridMultilevel"/>
    <w:tmpl w:val="E9C24D7A"/>
    <w:lvl w:ilvl="0" w:tplc="244A72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E27063"/>
    <w:multiLevelType w:val="hybridMultilevel"/>
    <w:tmpl w:val="CF5A61BE"/>
    <w:lvl w:ilvl="0" w:tplc="DBA629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C4E160A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6CAC53A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DB079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A603EAD"/>
    <w:multiLevelType w:val="hybridMultilevel"/>
    <w:tmpl w:val="F15AB8F8"/>
    <w:lvl w:ilvl="0" w:tplc="59825C4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89E48300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7AB11C1B"/>
    <w:multiLevelType w:val="hybridMultilevel"/>
    <w:tmpl w:val="4F9EE1A8"/>
    <w:lvl w:ilvl="0" w:tplc="244A72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8">
      <o:colormenu v:ext="edit" fillcolor="none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D5957"/>
    <w:rsid w:val="00056D73"/>
    <w:rsid w:val="00117240"/>
    <w:rsid w:val="00165DC7"/>
    <w:rsid w:val="004E3436"/>
    <w:rsid w:val="004E6F3F"/>
    <w:rsid w:val="005D5957"/>
    <w:rsid w:val="005E06CE"/>
    <w:rsid w:val="00790B61"/>
    <w:rsid w:val="00903BF4"/>
    <w:rsid w:val="00DD5A90"/>
    <w:rsid w:val="00E20F22"/>
    <w:rsid w:val="00FA159A"/>
    <w:rsid w:val="00FF3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CF3"/>
    <w:rPr>
      <w:sz w:val="22"/>
    </w:rPr>
  </w:style>
  <w:style w:type="paragraph" w:styleId="Heading1">
    <w:name w:val="heading 1"/>
    <w:basedOn w:val="Normal"/>
    <w:next w:val="Normal"/>
    <w:qFormat/>
    <w:rsid w:val="00FF3CF3"/>
    <w:pPr>
      <w:keepNext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rsid w:val="00FF3CF3"/>
    <w:pPr>
      <w:keepNext/>
      <w:tabs>
        <w:tab w:val="left" w:pos="540"/>
      </w:tabs>
      <w:outlineLvl w:val="1"/>
    </w:pPr>
    <w:rPr>
      <w:rFonts w:ascii="Arial" w:hAnsi="Arial"/>
      <w:sz w:val="24"/>
      <w:u w:val="single"/>
    </w:rPr>
  </w:style>
  <w:style w:type="paragraph" w:styleId="Heading3">
    <w:name w:val="heading 3"/>
    <w:basedOn w:val="Normal"/>
    <w:next w:val="Normal"/>
    <w:qFormat/>
    <w:rsid w:val="00FF3CF3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qFormat/>
    <w:rsid w:val="00FF3CF3"/>
    <w:pPr>
      <w:keepNext/>
      <w:spacing w:before="200" w:after="40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FF3CF3"/>
    <w:pPr>
      <w:keepNext/>
      <w:jc w:val="right"/>
      <w:outlineLvl w:val="4"/>
    </w:pPr>
    <w:rPr>
      <w:rFonts w:ascii="Arial" w:hAnsi="Arial"/>
      <w:b/>
      <w:sz w:val="24"/>
    </w:rPr>
  </w:style>
  <w:style w:type="paragraph" w:styleId="Heading6">
    <w:name w:val="heading 6"/>
    <w:basedOn w:val="Normal"/>
    <w:next w:val="Normal"/>
    <w:qFormat/>
    <w:rsid w:val="00FF3CF3"/>
    <w:pPr>
      <w:keepNext/>
      <w:jc w:val="center"/>
      <w:outlineLvl w:val="5"/>
    </w:pPr>
    <w:rPr>
      <w:rFonts w:ascii="Arial" w:hAnsi="Arial"/>
      <w:b/>
      <w:sz w:val="24"/>
    </w:rPr>
  </w:style>
  <w:style w:type="paragraph" w:styleId="Heading7">
    <w:name w:val="heading 7"/>
    <w:basedOn w:val="Normal"/>
    <w:next w:val="Normal"/>
    <w:qFormat/>
    <w:rsid w:val="00FF3CF3"/>
    <w:pPr>
      <w:keepNext/>
      <w:jc w:val="center"/>
      <w:outlineLvl w:val="6"/>
    </w:pPr>
    <w:rPr>
      <w:rFonts w:ascii="Arial" w:hAnsi="Arial"/>
      <w:b/>
    </w:rPr>
  </w:style>
  <w:style w:type="paragraph" w:styleId="Heading8">
    <w:name w:val="heading 8"/>
    <w:basedOn w:val="Normal"/>
    <w:next w:val="Normal"/>
    <w:qFormat/>
    <w:rsid w:val="00FF3CF3"/>
    <w:pPr>
      <w:keepNext/>
      <w:outlineLvl w:val="7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F3CF3"/>
    <w:pPr>
      <w:jc w:val="center"/>
    </w:pPr>
    <w:rPr>
      <w:rFonts w:ascii="Arial" w:hAnsi="Arial"/>
      <w:b/>
      <w:sz w:val="24"/>
    </w:rPr>
  </w:style>
  <w:style w:type="paragraph" w:styleId="BodyText">
    <w:name w:val="Body Text"/>
    <w:basedOn w:val="Normal"/>
    <w:semiHidden/>
    <w:rsid w:val="00FF3CF3"/>
    <w:rPr>
      <w:rFonts w:ascii="Arial" w:hAnsi="Arial"/>
      <w:sz w:val="24"/>
    </w:rPr>
  </w:style>
  <w:style w:type="paragraph" w:styleId="Footer">
    <w:name w:val="footer"/>
    <w:basedOn w:val="Normal"/>
    <w:semiHidden/>
    <w:rsid w:val="00FF3C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FF3CF3"/>
  </w:style>
  <w:style w:type="paragraph" w:styleId="Header">
    <w:name w:val="header"/>
    <w:basedOn w:val="Normal"/>
    <w:semiHidden/>
    <w:rsid w:val="00FF3CF3"/>
    <w:pPr>
      <w:tabs>
        <w:tab w:val="center" w:pos="4320"/>
        <w:tab w:val="right" w:pos="8640"/>
      </w:tabs>
    </w:pPr>
  </w:style>
  <w:style w:type="paragraph" w:styleId="Caption">
    <w:name w:val="caption"/>
    <w:basedOn w:val="Normal"/>
    <w:next w:val="Normal"/>
    <w:qFormat/>
    <w:rsid w:val="00FF3CF3"/>
    <w:rPr>
      <w:b/>
    </w:rPr>
  </w:style>
  <w:style w:type="paragraph" w:styleId="DocumentMap">
    <w:name w:val="Document Map"/>
    <w:basedOn w:val="Normal"/>
    <w:semiHidden/>
    <w:rsid w:val="00FF3CF3"/>
    <w:pPr>
      <w:shd w:val="clear" w:color="auto" w:fill="000080"/>
    </w:pPr>
    <w:rPr>
      <w:rFonts w:ascii="Tahoma" w:hAnsi="Tahoma"/>
    </w:rPr>
  </w:style>
  <w:style w:type="paragraph" w:styleId="Subtitle">
    <w:name w:val="Subtitle"/>
    <w:basedOn w:val="Normal"/>
    <w:qFormat/>
    <w:rsid w:val="00FF3CF3"/>
    <w:pPr>
      <w:jc w:val="center"/>
    </w:pPr>
    <w:rPr>
      <w:rFonts w:ascii="Arial" w:hAnsi="Arial"/>
      <w:b/>
      <w:sz w:val="24"/>
    </w:rPr>
  </w:style>
  <w:style w:type="paragraph" w:styleId="BodyText2">
    <w:name w:val="Body Text 2"/>
    <w:basedOn w:val="Normal"/>
    <w:semiHidden/>
    <w:rsid w:val="00FF3CF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beard\Desktop\LessonPlanTempl%20-%20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74923-47E1-42F6-9BD2-5A6F3C075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LessonPlanTempl - Copy</Template>
  <TotalTime>14</TotalTime>
  <Pages>3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ACADEMY OF CORRECTIONS</vt:lpstr>
    </vt:vector>
  </TitlesOfParts>
  <Company>STATE OF TEXAS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 Commission on Law Enfrocement;</dc:title>
  <dc:creator>Texas Commission on Law Enfrocement</dc:creator>
  <cp:lastModifiedBy>lbeard</cp:lastModifiedBy>
  <cp:revision>3</cp:revision>
  <cp:lastPrinted>2004-08-31T15:49:00Z</cp:lastPrinted>
  <dcterms:created xsi:type="dcterms:W3CDTF">2010-10-25T13:47:00Z</dcterms:created>
  <dcterms:modified xsi:type="dcterms:W3CDTF">2010-10-26T14:27:00Z</dcterms:modified>
</cp:coreProperties>
</file>